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527"/>
        <w:gridCol w:w="1327"/>
        <w:gridCol w:w="1469"/>
        <w:gridCol w:w="1602"/>
      </w:tblGrid>
      <w:tr w:rsidR="0015565B" w:rsidRPr="00DF25B3" w:rsidTr="00F41BA0">
        <w:trPr>
          <w:trHeight w:val="315"/>
          <w:jc w:val="center"/>
        </w:trPr>
        <w:tc>
          <w:tcPr>
            <w:tcW w:w="5240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327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F41BA0">
        <w:trPr>
          <w:trHeight w:val="315"/>
          <w:jc w:val="center"/>
        </w:trPr>
        <w:tc>
          <w:tcPr>
            <w:tcW w:w="5240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D310C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F41BA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Α3 - </w:t>
            </w:r>
            <w:r w:rsidR="00F41BA0" w:rsidRPr="00F41BA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Ο1.</w:t>
            </w:r>
            <w:bookmarkStart w:id="0" w:name="_GoBack"/>
            <w:bookmarkEnd w:id="0"/>
            <w:r w:rsidR="00F41BA0" w:rsidRPr="00F41BA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Φορητός Η/Υ Τύπου 01</w:t>
            </w:r>
          </w:p>
        </w:tc>
        <w:tc>
          <w:tcPr>
            <w:tcW w:w="1327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F41BA0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327" w:type="dxa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F41BA0" w:rsidRPr="00DF25B3" w:rsidTr="00F41BA0">
        <w:trPr>
          <w:trHeight w:val="631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1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>Να αναφερθεί ο Κατασκευαστής-Σειρά-Μοντέλο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2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>Οθόνη IPS 15,6''-16'' ανάλυσης τουλάχιστο 1920x1080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3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 xml:space="preserve">Να διαθέτει κεντρικό </w:t>
            </w:r>
            <w:proofErr w:type="spellStart"/>
            <w:r w:rsidRPr="00432CD9">
              <w:t>επεγεργαστή</w:t>
            </w:r>
            <w:proofErr w:type="spellEnd"/>
            <w:r w:rsidRPr="00432CD9">
              <w:t xml:space="preserve"> (CPU) τύπου </w:t>
            </w:r>
            <w:proofErr w:type="spellStart"/>
            <w:r w:rsidRPr="00432CD9">
              <w:t>Intel</w:t>
            </w:r>
            <w:proofErr w:type="spellEnd"/>
            <w:r w:rsidRPr="00432CD9">
              <w:t xml:space="preserve"> </w:t>
            </w:r>
            <w:proofErr w:type="spellStart"/>
            <w:r w:rsidRPr="00432CD9">
              <w:t>Core</w:t>
            </w:r>
            <w:proofErr w:type="spellEnd"/>
            <w:r w:rsidRPr="00432CD9">
              <w:t xml:space="preserve"> i7 &gt;=13ης γενιάς ή AMD </w:t>
            </w:r>
            <w:proofErr w:type="spellStart"/>
            <w:r w:rsidRPr="00432CD9">
              <w:t>Ryzen</w:t>
            </w:r>
            <w:proofErr w:type="spellEnd"/>
            <w:r w:rsidRPr="00432CD9">
              <w:t xml:space="preserve"> 7 σειρά &gt;=7000 ή ισοδύναμο ή καλύτερο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4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>Να διαθέτει μνήμη RAM 16 GB τύπου DDR4 ή DDR5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5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 xml:space="preserve">Να διαθέτει μια εσωτερική μονάδα αποθήκευσης δεδομένων μεγέθους &gt;= 1TB  M.2 </w:t>
            </w:r>
            <w:proofErr w:type="spellStart"/>
            <w:r w:rsidRPr="00432CD9">
              <w:t>PCIe</w:t>
            </w:r>
            <w:proofErr w:type="spellEnd"/>
            <w:r w:rsidRPr="00432CD9">
              <w:t xml:space="preserve"> </w:t>
            </w:r>
            <w:proofErr w:type="spellStart"/>
            <w:r w:rsidRPr="00432CD9">
              <w:t>NVMe</w:t>
            </w:r>
            <w:proofErr w:type="spellEnd"/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6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>Να διαθέτει ενσωματωμένη κάρτα γραφικών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EF62A6" w:rsidTr="00F41BA0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7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proofErr w:type="spellStart"/>
            <w:r w:rsidRPr="00432CD9">
              <w:t>Bluetooth</w:t>
            </w:r>
            <w:proofErr w:type="spellEnd"/>
            <w:r w:rsidRPr="00432CD9">
              <w:t xml:space="preserve"> 5.3, </w:t>
            </w:r>
            <w:proofErr w:type="spellStart"/>
            <w:r w:rsidRPr="00432CD9">
              <w:t>Wi-Fi</w:t>
            </w:r>
            <w:proofErr w:type="spellEnd"/>
            <w:r w:rsidRPr="00432CD9">
              <w:t xml:space="preserve"> 6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8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>Να διαθέτει κάμερα &gt;=720p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9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F41BA0" w:rsidRDefault="00F41BA0" w:rsidP="00F41BA0">
            <w:pPr>
              <w:rPr>
                <w:lang w:val="en-US"/>
              </w:rPr>
            </w:pPr>
            <w:r w:rsidRPr="00432CD9">
              <w:t>Να</w:t>
            </w:r>
            <w:r w:rsidRPr="00F41BA0">
              <w:rPr>
                <w:lang w:val="en-US"/>
              </w:rPr>
              <w:t xml:space="preserve"> </w:t>
            </w:r>
            <w:r w:rsidRPr="00432CD9">
              <w:t>διαθέτει</w:t>
            </w:r>
            <w:r w:rsidRPr="00F41BA0">
              <w:rPr>
                <w:lang w:val="en-US"/>
              </w:rPr>
              <w:t xml:space="preserve"> </w:t>
            </w:r>
            <w:proofErr w:type="spellStart"/>
            <w:r w:rsidRPr="00432CD9">
              <w:t>διεπαφές</w:t>
            </w:r>
            <w:proofErr w:type="spellEnd"/>
            <w:r w:rsidRPr="00F41BA0">
              <w:rPr>
                <w:lang w:val="en-US"/>
              </w:rPr>
              <w:t>: &gt;= 1x Universal Audio port, &gt;= 2xUSB 3.0 Type-A, &gt;= 1x USB 3.0 Type-C , &gt;= 1x RJ-45 port 10/100/1000 Mbps, &gt;= 1x HDMI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10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 xml:space="preserve">Εγκατεστημένο λειτουργικό σύστημα Windows 11 </w:t>
            </w:r>
            <w:proofErr w:type="spellStart"/>
            <w:r w:rsidRPr="00432CD9">
              <w:t>Pro</w:t>
            </w:r>
            <w:proofErr w:type="spellEnd"/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DF25B3" w:rsidTr="00F41BA0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F41BA0" w:rsidRPr="00432CD9" w:rsidRDefault="00F41BA0" w:rsidP="00F41BA0">
            <w:pPr>
              <w:jc w:val="center"/>
            </w:pPr>
            <w:r w:rsidRPr="00432CD9">
              <w:t>11</w:t>
            </w:r>
          </w:p>
        </w:tc>
        <w:tc>
          <w:tcPr>
            <w:tcW w:w="4527" w:type="dxa"/>
            <w:shd w:val="clear" w:color="auto" w:fill="auto"/>
            <w:hideMark/>
          </w:tcPr>
          <w:p w:rsidR="00F41BA0" w:rsidRPr="00432CD9" w:rsidRDefault="00F41BA0" w:rsidP="00F41BA0">
            <w:r w:rsidRPr="00432CD9">
              <w:t>Έτος κυκλοφορίας &gt;=2023</w:t>
            </w:r>
          </w:p>
        </w:tc>
        <w:tc>
          <w:tcPr>
            <w:tcW w:w="1327" w:type="dxa"/>
            <w:vAlign w:val="center"/>
          </w:tcPr>
          <w:p w:rsidR="00F41BA0" w:rsidRPr="00432CD9" w:rsidRDefault="00F41BA0" w:rsidP="00F41BA0">
            <w:pPr>
              <w:jc w:val="center"/>
            </w:pPr>
            <w:r w:rsidRPr="00432CD9">
              <w:t>ΝΑΙ</w:t>
            </w:r>
          </w:p>
        </w:tc>
        <w:tc>
          <w:tcPr>
            <w:tcW w:w="1469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  <w:tc>
          <w:tcPr>
            <w:tcW w:w="1602" w:type="dxa"/>
            <w:shd w:val="clear" w:color="auto" w:fill="auto"/>
            <w:noWrap/>
            <w:hideMark/>
          </w:tcPr>
          <w:p w:rsidR="00F41BA0" w:rsidRPr="00432CD9" w:rsidRDefault="00F41BA0" w:rsidP="00F41BA0">
            <w:r w:rsidRPr="00432CD9">
              <w:t xml:space="preserve"> </w:t>
            </w:r>
          </w:p>
        </w:tc>
      </w:tr>
      <w:tr w:rsidR="00F41BA0" w:rsidRPr="00A8070F" w:rsidTr="00F41BA0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F41BA0">
            <w:pPr>
              <w:jc w:val="center"/>
            </w:pPr>
            <w:r w:rsidRPr="00F41BA0">
              <w:t>12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BA0" w:rsidRPr="00F41BA0" w:rsidRDefault="00F41BA0" w:rsidP="00E76606">
            <w:r w:rsidRPr="00F41BA0">
              <w:t>Βάρος &lt;=1,9Kg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BA0" w:rsidRPr="00F41BA0" w:rsidRDefault="00F41BA0" w:rsidP="00F41BA0">
            <w:pPr>
              <w:jc w:val="center"/>
            </w:pPr>
            <w:r w:rsidRPr="00F41BA0"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E76606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E76606">
            <w:r w:rsidRPr="00F41BA0">
              <w:t> </w:t>
            </w:r>
          </w:p>
        </w:tc>
      </w:tr>
      <w:tr w:rsidR="00F41BA0" w:rsidRPr="00A8070F" w:rsidTr="00F41BA0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F41BA0">
            <w:pPr>
              <w:jc w:val="center"/>
            </w:pPr>
            <w:r w:rsidRPr="00F41BA0">
              <w:t>13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BA0" w:rsidRPr="00F41BA0" w:rsidRDefault="00F41BA0" w:rsidP="00E76606">
            <w:r w:rsidRPr="00F41BA0">
              <w:t xml:space="preserve">Να έχει πιστοποιήσεις CE, ENERGY STAR, EPEAT </w:t>
            </w:r>
            <w:proofErr w:type="spellStart"/>
            <w:r w:rsidRPr="00F41BA0">
              <w:t>Gold</w:t>
            </w:r>
            <w:proofErr w:type="spellEnd"/>
            <w:r w:rsidRPr="00F41BA0">
              <w:t xml:space="preserve">, TCO 9 και </w:t>
            </w:r>
            <w:proofErr w:type="spellStart"/>
            <w:r w:rsidRPr="00F41BA0">
              <w:t>RoHS</w:t>
            </w:r>
            <w:proofErr w:type="spellEnd"/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BA0" w:rsidRPr="00F41BA0" w:rsidRDefault="00F41BA0" w:rsidP="00F41BA0">
            <w:pPr>
              <w:jc w:val="center"/>
            </w:pPr>
            <w:r w:rsidRPr="00F41BA0"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E76606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E76606">
            <w:r w:rsidRPr="00F41BA0">
              <w:t> </w:t>
            </w:r>
          </w:p>
        </w:tc>
      </w:tr>
      <w:tr w:rsidR="00F41BA0" w:rsidRPr="00A8070F" w:rsidTr="00F41BA0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F41BA0">
            <w:pPr>
              <w:jc w:val="center"/>
            </w:pPr>
            <w:r w:rsidRPr="00F41BA0">
              <w:t>14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1BA0" w:rsidRPr="00A8070F" w:rsidRDefault="00F41BA0" w:rsidP="00E76606">
            <w:r w:rsidRPr="00A8070F">
              <w:t xml:space="preserve">Εγγύηση 3 χρόνια, με </w:t>
            </w:r>
            <w:proofErr w:type="spellStart"/>
            <w:r w:rsidRPr="00A8070F">
              <w:t>επιστόπια</w:t>
            </w:r>
            <w:proofErr w:type="spellEnd"/>
            <w:r w:rsidRPr="00A8070F">
              <w:t xml:space="preserve"> υποστήριξη (</w:t>
            </w:r>
            <w:r w:rsidRPr="00F41BA0">
              <w:t>On</w:t>
            </w:r>
            <w:r w:rsidRPr="00A8070F">
              <w:t>-</w:t>
            </w:r>
            <w:proofErr w:type="spellStart"/>
            <w:r w:rsidRPr="00F41BA0">
              <w:t>site</w:t>
            </w:r>
            <w:proofErr w:type="spellEnd"/>
            <w:r w:rsidRPr="00A8070F">
              <w:t>) επόμενης εργάσιμης ημέρας (</w:t>
            </w:r>
            <w:proofErr w:type="spellStart"/>
            <w:r w:rsidRPr="00F41BA0">
              <w:t>Next</w:t>
            </w:r>
            <w:proofErr w:type="spellEnd"/>
            <w:r w:rsidRPr="00A8070F">
              <w:t xml:space="preserve"> </w:t>
            </w:r>
            <w:proofErr w:type="spellStart"/>
            <w:r w:rsidRPr="00F41BA0">
              <w:t>Business</w:t>
            </w:r>
            <w:proofErr w:type="spellEnd"/>
            <w:r w:rsidRPr="00A8070F">
              <w:t xml:space="preserve"> </w:t>
            </w:r>
            <w:proofErr w:type="spellStart"/>
            <w:r w:rsidRPr="00F41BA0">
              <w:t>Day</w:t>
            </w:r>
            <w:proofErr w:type="spellEnd"/>
            <w:r w:rsidRPr="00A8070F">
              <w:t>), με έγγραφη βεβαίωση του κατασκευαστή.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BA0" w:rsidRPr="00F41BA0" w:rsidRDefault="00F41BA0" w:rsidP="00F41BA0">
            <w:pPr>
              <w:jc w:val="center"/>
            </w:pPr>
            <w:r w:rsidRPr="00F41BA0"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E76606">
            <w:r w:rsidRPr="00F41BA0"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41BA0" w:rsidRPr="00F41BA0" w:rsidRDefault="00F41BA0" w:rsidP="00E76606">
            <w:r w:rsidRPr="00F41BA0">
              <w:t> </w:t>
            </w:r>
          </w:p>
        </w:tc>
      </w:tr>
    </w:tbl>
    <w:p w:rsidR="00EB2777" w:rsidRDefault="00EB2777" w:rsidP="00F41BA0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50C6D"/>
    <w:rsid w:val="00406FB0"/>
    <w:rsid w:val="00A40B4A"/>
    <w:rsid w:val="00D310C4"/>
    <w:rsid w:val="00EB2777"/>
    <w:rsid w:val="00F41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1</Pages>
  <Words>175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2025-09-09T11:36:00Z</dcterms:created>
  <dcterms:modified xsi:type="dcterms:W3CDTF">2025-09-10T11:02:00Z</dcterms:modified>
</cp:coreProperties>
</file>